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FB" w:rsidRPr="00996175" w:rsidRDefault="007F55FB" w:rsidP="009F14F7">
      <w:pPr>
        <w:spacing w:line="276" w:lineRule="auto"/>
        <w:ind w:left="-601" w:right="-431"/>
        <w:jc w:val="center"/>
        <w:rPr>
          <w:rFonts w:ascii="Arial" w:hAnsi="Arial" w:cs="Arial"/>
          <w:iCs/>
          <w:sz w:val="18"/>
          <w:szCs w:val="18"/>
        </w:rPr>
      </w:pPr>
      <w:r w:rsidRPr="00996175">
        <w:rPr>
          <w:rFonts w:ascii="Arial" w:hAnsi="Arial" w:cs="Arial"/>
          <w:iCs/>
          <w:sz w:val="18"/>
          <w:szCs w:val="18"/>
        </w:rPr>
        <w:t xml:space="preserve">WYKAZ OSÓB SKIEROWANYCH PRZEZ WYKONAWCĘ DO REALIZACJI ZAMOWIENIAWSKAZAC INFORMACJE POTWIERDZAJACE SPEŁNIANIE WARUNKU UDZIAŁU W POSTĘPOWANIUOKREŚLONE W PKT </w:t>
      </w:r>
      <w:r w:rsidRPr="00593F16">
        <w:rPr>
          <w:rFonts w:ascii="Arial" w:hAnsi="Arial" w:cs="Arial"/>
          <w:iCs/>
          <w:sz w:val="18"/>
          <w:szCs w:val="18"/>
        </w:rPr>
        <w:t>10.2 SIWZ</w:t>
      </w:r>
    </w:p>
    <w:tbl>
      <w:tblPr>
        <w:tblW w:w="5336" w:type="pct"/>
        <w:tblInd w:w="-72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01"/>
        <w:gridCol w:w="7000"/>
        <w:gridCol w:w="603"/>
        <w:gridCol w:w="895"/>
        <w:gridCol w:w="4208"/>
        <w:gridCol w:w="1300"/>
        <w:gridCol w:w="1294"/>
      </w:tblGrid>
      <w:tr w:rsidR="007F55FB" w:rsidRPr="00515DBD" w:rsidTr="00F71185">
        <w:trPr>
          <w:trHeight w:val="1439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F55FB" w:rsidRPr="00515DBD" w:rsidRDefault="007F55FB" w:rsidP="00837F9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i/>
                <w:iCs/>
              </w:rPr>
              <w:t xml:space="preserve"> </w:t>
            </w:r>
            <w:r w:rsidRPr="00515DBD">
              <w:rPr>
                <w:b/>
                <w:sz w:val="16"/>
                <w:szCs w:val="16"/>
              </w:rPr>
              <w:t>Nr poz.</w:t>
            </w:r>
          </w:p>
        </w:tc>
        <w:tc>
          <w:tcPr>
            <w:tcW w:w="2229" w:type="pct"/>
            <w:tcBorders>
              <w:top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F55FB" w:rsidRPr="00515DBD" w:rsidRDefault="007F55FB" w:rsidP="00837F93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>Wymagane kwalifikacje zawodowe</w:t>
            </w:r>
            <w:r w:rsidRPr="00515DBD">
              <w:rPr>
                <w:sz w:val="16"/>
                <w:szCs w:val="16"/>
              </w:rPr>
              <w:t>: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F55FB" w:rsidRPr="00515DBD" w:rsidRDefault="007F55FB" w:rsidP="00837F93">
            <w:pPr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>Wymagana liczba osób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</w:tcBorders>
            <w:shd w:val="clear" w:color="auto" w:fill="D9D9D9"/>
            <w:vAlign w:val="center"/>
          </w:tcPr>
          <w:p w:rsidR="007F55FB" w:rsidRPr="00515DBD" w:rsidRDefault="007F55FB" w:rsidP="00837F93">
            <w:pPr>
              <w:jc w:val="center"/>
              <w:rPr>
                <w:b/>
                <w:sz w:val="16"/>
                <w:szCs w:val="16"/>
              </w:rPr>
            </w:pPr>
            <w:r w:rsidRPr="00515DBD">
              <w:rPr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F55FB" w:rsidRPr="00996175" w:rsidRDefault="007F55FB" w:rsidP="00837F93">
            <w:pPr>
              <w:jc w:val="center"/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>Informacje przedstawić zgodnie z warunkiem, opisanym w pkt. 10.2. SIWZ</w:t>
            </w:r>
          </w:p>
          <w:p w:rsidR="007F55FB" w:rsidRPr="00996175" w:rsidRDefault="007F55FB" w:rsidP="00837F93">
            <w:pPr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 xml:space="preserve">Kwalifikacje zawodowe: </w:t>
            </w:r>
          </w:p>
          <w:p w:rsidR="007F55FB" w:rsidRPr="00996175" w:rsidRDefault="007F55FB" w:rsidP="00837F93">
            <w:pPr>
              <w:rPr>
                <w:sz w:val="16"/>
                <w:szCs w:val="14"/>
              </w:rPr>
            </w:pPr>
            <w:r w:rsidRPr="00996175">
              <w:rPr>
                <w:sz w:val="16"/>
                <w:szCs w:val="14"/>
              </w:rPr>
              <w:t>(podać rodzaj, zakres, nr uprawnień i datę ich uzyskania);  oraz inne wykazujące spełnianie warunku udziału w postępowaniu</w:t>
            </w:r>
          </w:p>
          <w:p w:rsidR="007F55FB" w:rsidRPr="00996175" w:rsidRDefault="007F55FB" w:rsidP="00837F93">
            <w:pPr>
              <w:rPr>
                <w:b/>
                <w:sz w:val="16"/>
                <w:szCs w:val="14"/>
              </w:rPr>
            </w:pPr>
            <w:r w:rsidRPr="00996175">
              <w:rPr>
                <w:b/>
                <w:sz w:val="16"/>
                <w:szCs w:val="14"/>
              </w:rPr>
              <w:t xml:space="preserve">Doświadczenie zawodowe: </w:t>
            </w:r>
          </w:p>
          <w:p w:rsidR="007F55FB" w:rsidRPr="00515DBD" w:rsidRDefault="007F55FB" w:rsidP="00996175">
            <w:pPr>
              <w:rPr>
                <w:i/>
                <w:sz w:val="16"/>
                <w:szCs w:val="16"/>
              </w:rPr>
            </w:pPr>
            <w:r w:rsidRPr="00996175">
              <w:rPr>
                <w:sz w:val="16"/>
                <w:szCs w:val="14"/>
              </w:rPr>
              <w:t>(podać w   sposób potwierdzający spełnianie warunków  udziału</w:t>
            </w:r>
            <w:r>
              <w:rPr>
                <w:sz w:val="16"/>
                <w:szCs w:val="14"/>
              </w:rPr>
              <w:t xml:space="preserve"> </w:t>
            </w:r>
            <w:r w:rsidRPr="00996175">
              <w:rPr>
                <w:sz w:val="16"/>
                <w:szCs w:val="14"/>
              </w:rPr>
              <w:t xml:space="preserve"> w postępowaniu </w:t>
            </w: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F55FB" w:rsidRPr="00515DBD" w:rsidRDefault="007F55FB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Informacja </w:t>
            </w:r>
            <w:r>
              <w:rPr>
                <w:b/>
                <w:bCs/>
                <w:sz w:val="16"/>
                <w:szCs w:val="16"/>
              </w:rPr>
              <w:br/>
              <w:t>o dysponowaniu</w:t>
            </w:r>
            <w:r w:rsidRPr="00515DBD">
              <w:rPr>
                <w:b/>
                <w:bCs/>
                <w:sz w:val="16"/>
                <w:szCs w:val="16"/>
              </w:rPr>
              <w:t xml:space="preserve"> tymi osobami</w:t>
            </w:r>
          </w:p>
          <w:p w:rsidR="007F55FB" w:rsidRPr="00515DBD" w:rsidRDefault="007F55FB" w:rsidP="00837F93">
            <w:pPr>
              <w:jc w:val="center"/>
              <w:rPr>
                <w:bCs/>
                <w:i/>
                <w:sz w:val="16"/>
                <w:szCs w:val="16"/>
              </w:rPr>
            </w:pPr>
            <w:r w:rsidRPr="00515DBD">
              <w:rPr>
                <w:bCs/>
                <w:i/>
                <w:sz w:val="16"/>
                <w:szCs w:val="16"/>
              </w:rPr>
              <w:t>(wpisać „dysponuje” lub „będzie dysponował</w:t>
            </w:r>
            <w:r w:rsidRPr="00515DBD">
              <w:rPr>
                <w:b/>
                <w:bCs/>
                <w:i/>
                <w:sz w:val="16"/>
                <w:szCs w:val="16"/>
              </w:rPr>
              <w:t>”</w:t>
            </w:r>
            <w:r w:rsidRPr="00515DBD">
              <w:rPr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7F55FB" w:rsidRPr="00F34953" w:rsidRDefault="007F55FB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 w:rsidRPr="00F34953">
              <w:rPr>
                <w:b/>
                <w:bCs/>
                <w:sz w:val="16"/>
                <w:szCs w:val="16"/>
              </w:rPr>
              <w:t>Podstawa  dysponowania tymi  osobami</w:t>
            </w:r>
          </w:p>
          <w:p w:rsidR="007F55FB" w:rsidRPr="00515DBD" w:rsidRDefault="007F55FB" w:rsidP="00837F93">
            <w:pPr>
              <w:jc w:val="center"/>
              <w:rPr>
                <w:b/>
                <w:bCs/>
                <w:sz w:val="16"/>
                <w:szCs w:val="16"/>
              </w:rPr>
            </w:pPr>
            <w:r w:rsidRPr="00F34953">
              <w:rPr>
                <w:bCs/>
                <w:i/>
                <w:sz w:val="16"/>
                <w:szCs w:val="16"/>
              </w:rPr>
              <w:t>(wpisać podstawę, np. umowa o pracę, zobowiązanie innego podmiotu</w:t>
            </w:r>
          </w:p>
        </w:tc>
      </w:tr>
      <w:tr w:rsidR="007F55FB" w:rsidRPr="00A02F19" w:rsidTr="00F71185">
        <w:trPr>
          <w:trHeight w:val="969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 xml:space="preserve">1 </w:t>
            </w: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30676C" w:rsidRDefault="007F55FB" w:rsidP="00837F93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iCs/>
                <w:spacing w:val="-4"/>
                <w:sz w:val="16"/>
                <w:szCs w:val="16"/>
              </w:rPr>
            </w:pPr>
            <w:r w:rsidRPr="0030676C">
              <w:rPr>
                <w:rFonts w:ascii="Calibri" w:hAnsi="Calibri"/>
                <w:b/>
                <w:sz w:val="16"/>
                <w:szCs w:val="16"/>
              </w:rPr>
              <w:t xml:space="preserve">Projektant – </w:t>
            </w:r>
            <w:r w:rsidRPr="0030676C">
              <w:rPr>
                <w:rFonts w:ascii="Calibri" w:hAnsi="Calibri"/>
                <w:iCs/>
                <w:sz w:val="16"/>
                <w:szCs w:val="16"/>
              </w:rPr>
              <w:t xml:space="preserve">posiada uprawnienia budowlane bez ograniczeń do </w:t>
            </w:r>
            <w:r w:rsidRPr="0030676C">
              <w:rPr>
                <w:rFonts w:ascii="Calibri" w:hAnsi="Calibri"/>
                <w:bCs/>
                <w:sz w:val="16"/>
                <w:szCs w:val="16"/>
              </w:rPr>
              <w:t xml:space="preserve">projektowania w 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specjalności instalacyjnej w zakresie sieci, instalacji i urządzeń 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>elektrycznych i elektroenergetycznych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 xml:space="preserve"> </w:t>
            </w:r>
            <w:r w:rsidRPr="0030676C">
              <w:rPr>
                <w:rFonts w:ascii="Calibri" w:hAnsi="Calibri"/>
                <w:iCs/>
                <w:spacing w:val="-4"/>
                <w:sz w:val="16"/>
                <w:szCs w:val="16"/>
              </w:rPr>
              <w:t xml:space="preserve"> </w:t>
            </w:r>
          </w:p>
          <w:p w:rsidR="007F55FB" w:rsidRPr="0030676C" w:rsidRDefault="007F55FB" w:rsidP="00837F93">
            <w:pPr>
              <w:autoSpaceDE w:val="0"/>
              <w:autoSpaceDN w:val="0"/>
              <w:adjustRightInd w:val="0"/>
              <w:jc w:val="both"/>
              <w:rPr>
                <w:rFonts w:ascii="Calibri" w:hAnsi="Calibri"/>
                <w:sz w:val="16"/>
                <w:szCs w:val="16"/>
              </w:rPr>
            </w:pPr>
            <w:r w:rsidRPr="0030676C">
              <w:rPr>
                <w:rFonts w:ascii="Calibri" w:hAnsi="Calibri"/>
                <w:iCs/>
                <w:spacing w:val="-4"/>
                <w:sz w:val="16"/>
                <w:szCs w:val="16"/>
              </w:rPr>
              <w:t>Doświadczenie zawodowe min 3 lata w projektowaniu w danej specjalności liczone od daty uzyskania uprawnień budowlanych.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</w:tr>
      <w:tr w:rsidR="007F55FB" w:rsidRPr="00A02F19" w:rsidTr="00F71185">
        <w:trPr>
          <w:trHeight w:val="567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30676C" w:rsidRDefault="007F55FB" w:rsidP="00837F93">
            <w:pPr>
              <w:spacing w:before="20" w:after="20"/>
              <w:jc w:val="both"/>
              <w:rPr>
                <w:rFonts w:ascii="Calibri" w:hAnsi="Calibri"/>
                <w:bCs/>
                <w:spacing w:val="-2"/>
                <w:sz w:val="16"/>
                <w:szCs w:val="16"/>
              </w:rPr>
            </w:pPr>
            <w:r w:rsidRPr="0030676C">
              <w:rPr>
                <w:rFonts w:ascii="Calibri" w:hAnsi="Calibri"/>
                <w:b/>
                <w:bCs/>
                <w:iCs/>
                <w:spacing w:val="-2"/>
                <w:sz w:val="16"/>
                <w:szCs w:val="16"/>
              </w:rPr>
              <w:t xml:space="preserve">Projektant sprawdzający rozwiązania projektowe - </w:t>
            </w:r>
            <w:r w:rsidRPr="0030676C">
              <w:rPr>
                <w:rFonts w:ascii="Calibri" w:hAnsi="Calibri"/>
                <w:iCs/>
                <w:sz w:val="16"/>
                <w:szCs w:val="16"/>
              </w:rPr>
              <w:t xml:space="preserve">posiada uprawnienia budowlane bez ograniczeń do </w:t>
            </w:r>
            <w:r w:rsidRPr="0030676C">
              <w:rPr>
                <w:rFonts w:ascii="Calibri" w:hAnsi="Calibri"/>
                <w:bCs/>
                <w:sz w:val="16"/>
                <w:szCs w:val="16"/>
              </w:rPr>
              <w:t xml:space="preserve">projektowania w 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specjalności instalacyjnej w zakresie sieci, instalacji i urządzeń 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>elektrycznych i elektroenergetycznych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 xml:space="preserve"> </w:t>
            </w:r>
          </w:p>
          <w:p w:rsidR="007F55FB" w:rsidRPr="0030676C" w:rsidRDefault="007F55FB" w:rsidP="00837F93">
            <w:pPr>
              <w:spacing w:before="20" w:after="20"/>
              <w:jc w:val="both"/>
              <w:rPr>
                <w:rFonts w:ascii="Calibri" w:hAnsi="Calibri"/>
                <w:sz w:val="16"/>
                <w:szCs w:val="16"/>
              </w:rPr>
            </w:pPr>
            <w:r w:rsidRPr="0030676C">
              <w:rPr>
                <w:rFonts w:ascii="Calibri" w:hAnsi="Calibri"/>
                <w:iCs/>
                <w:spacing w:val="-4"/>
                <w:sz w:val="16"/>
                <w:szCs w:val="16"/>
              </w:rPr>
              <w:t>Doświadczenie zawodowe min 3 lata w projektowaniu w danej specjalności liczone od daty uzyskania uprawnień budowlanych.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</w:tr>
      <w:tr w:rsidR="007F55FB" w:rsidRPr="00A02F19" w:rsidTr="00F71185">
        <w:trPr>
          <w:trHeight w:val="567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30676C" w:rsidRDefault="007F55FB" w:rsidP="00837F93">
            <w:pPr>
              <w:numPr>
                <w:ilvl w:val="1"/>
                <w:numId w:val="0"/>
              </w:numPr>
              <w:tabs>
                <w:tab w:val="num" w:pos="851"/>
              </w:tabs>
              <w:spacing w:before="60"/>
              <w:jc w:val="both"/>
              <w:rPr>
                <w:rFonts w:ascii="Calibri" w:hAnsi="Calibri"/>
                <w:bCs/>
                <w:spacing w:val="-2"/>
                <w:sz w:val="16"/>
                <w:szCs w:val="16"/>
              </w:rPr>
            </w:pPr>
            <w:r w:rsidRPr="0030676C"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>Kierownik robót elektroinstalacyjnych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 xml:space="preserve">, - </w:t>
            </w:r>
            <w:r w:rsidRPr="0030676C">
              <w:rPr>
                <w:rFonts w:ascii="Calibri" w:hAnsi="Calibri"/>
                <w:b/>
                <w:bCs/>
                <w:spacing w:val="-2"/>
                <w:sz w:val="16"/>
                <w:szCs w:val="16"/>
              </w:rPr>
              <w:t xml:space="preserve"> </w:t>
            </w:r>
          </w:p>
          <w:p w:rsidR="007F55FB" w:rsidRPr="0030676C" w:rsidRDefault="007F55FB" w:rsidP="00837F93">
            <w:pPr>
              <w:pStyle w:val="ListParagraph"/>
              <w:tabs>
                <w:tab w:val="left" w:pos="1134"/>
              </w:tabs>
              <w:ind w:left="0"/>
              <w:jc w:val="both"/>
              <w:rPr>
                <w:rFonts w:ascii="Calibri" w:hAnsi="Calibri"/>
                <w:iCs/>
                <w:sz w:val="16"/>
                <w:szCs w:val="16"/>
              </w:rPr>
            </w:pPr>
            <w:r w:rsidRPr="0030676C">
              <w:rPr>
                <w:rFonts w:ascii="Calibri" w:hAnsi="Calibri"/>
                <w:iCs/>
                <w:sz w:val="16"/>
                <w:szCs w:val="16"/>
              </w:rPr>
              <w:t xml:space="preserve">a)posiada uprawnienia budowlane bez ograniczeń do </w:t>
            </w:r>
            <w:r w:rsidRPr="0030676C">
              <w:rPr>
                <w:rFonts w:ascii="Calibri" w:hAnsi="Calibri"/>
                <w:bCs/>
                <w:sz w:val="16"/>
                <w:szCs w:val="16"/>
              </w:rPr>
              <w:t xml:space="preserve">kierowania robotami budowlanymi w 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specjalności </w:t>
            </w:r>
            <w:r w:rsidRPr="0030676C">
              <w:rPr>
                <w:rFonts w:ascii="Calibri" w:hAnsi="Calibri"/>
                <w:spacing w:val="-2"/>
                <w:sz w:val="16"/>
                <w:szCs w:val="16"/>
              </w:rPr>
              <w:t xml:space="preserve">instalacyjnej w zakresie sieci, instalacji i urządzeń </w:t>
            </w:r>
            <w:r w:rsidRPr="0030676C">
              <w:rPr>
                <w:rFonts w:ascii="Calibri" w:hAnsi="Calibri"/>
                <w:bCs/>
                <w:spacing w:val="-2"/>
                <w:sz w:val="16"/>
                <w:szCs w:val="16"/>
              </w:rPr>
              <w:t>elektrycznych  i elektroenergetycznych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30676C">
              <w:rPr>
                <w:rFonts w:ascii="Calibri" w:hAnsi="Calibri"/>
                <w:bCs/>
                <w:sz w:val="16"/>
                <w:szCs w:val="16"/>
              </w:rPr>
              <w:t xml:space="preserve"> </w:t>
            </w:r>
          </w:p>
          <w:p w:rsidR="007F55FB" w:rsidRPr="0030676C" w:rsidRDefault="007F55FB" w:rsidP="0030676C">
            <w:pPr>
              <w:pStyle w:val="ListParagraph"/>
              <w:tabs>
                <w:tab w:val="left" w:pos="1134"/>
              </w:tabs>
              <w:ind w:left="0"/>
              <w:rPr>
                <w:rFonts w:ascii="Calibri" w:hAnsi="Calibri"/>
                <w:b/>
                <w:bCs/>
                <w:iCs/>
                <w:spacing w:val="-4"/>
                <w:sz w:val="16"/>
                <w:szCs w:val="16"/>
              </w:rPr>
            </w:pPr>
            <w:r w:rsidRPr="0030676C">
              <w:rPr>
                <w:rFonts w:ascii="Calibri" w:hAnsi="Calibri"/>
                <w:iCs/>
                <w:sz w:val="16"/>
                <w:szCs w:val="16"/>
              </w:rPr>
              <w:t xml:space="preserve">b) posiada świadectwo kwalifikacyjne do zajmowania się eksploatacją </w:t>
            </w:r>
            <w:r w:rsidRPr="0030676C">
              <w:rPr>
                <w:rFonts w:ascii="Calibri" w:hAnsi="Calibri"/>
                <w:iCs/>
                <w:spacing w:val="-4"/>
                <w:sz w:val="16"/>
                <w:szCs w:val="16"/>
              </w:rPr>
              <w:t xml:space="preserve">urządzeń, instalacji i sieci na stanowisku dozoru, </w:t>
            </w:r>
            <w:r w:rsidRPr="0030676C">
              <w:rPr>
                <w:rFonts w:ascii="Calibri" w:hAnsi="Calibri"/>
                <w:sz w:val="16"/>
                <w:szCs w:val="16"/>
              </w:rPr>
              <w:t xml:space="preserve">wymagane przepisami ustawy z dnia 10 kwietnia 1997r. Prawo energetyczne </w:t>
            </w:r>
            <w:r w:rsidRPr="0030676C">
              <w:rPr>
                <w:rFonts w:ascii="Calibri" w:hAnsi="Calibri"/>
                <w:spacing w:val="-4"/>
                <w:sz w:val="16"/>
                <w:szCs w:val="16"/>
              </w:rPr>
              <w:t xml:space="preserve">(wg stanu </w:t>
            </w:r>
            <w:r w:rsidRPr="0030676C">
              <w:rPr>
                <w:rFonts w:ascii="Calibri" w:hAnsi="Calibri"/>
                <w:spacing w:val="-2"/>
                <w:sz w:val="16"/>
                <w:szCs w:val="16"/>
              </w:rPr>
              <w:t xml:space="preserve">prawnego obowiązującego na dzień wszczęcia postępowania) lub równoważne uprawnienia które w aktualnym stanie prawnym uprawniają do wykonywania tych samych czynności na stanowisku dozoru </w:t>
            </w:r>
            <w:r w:rsidRPr="0030676C">
              <w:rPr>
                <w:rFonts w:ascii="Calibri" w:hAnsi="Calibri"/>
                <w:b/>
                <w:spacing w:val="-2"/>
                <w:sz w:val="16"/>
                <w:szCs w:val="16"/>
              </w:rPr>
              <w:t>D</w:t>
            </w:r>
            <w:r w:rsidRPr="0030676C">
              <w:rPr>
                <w:rFonts w:ascii="Calibri" w:hAnsi="Calibri"/>
                <w:b/>
                <w:bCs/>
                <w:iCs/>
                <w:sz w:val="16"/>
                <w:szCs w:val="16"/>
              </w:rPr>
              <w:t xml:space="preserve">, </w:t>
            </w:r>
            <w:r w:rsidRPr="0030676C">
              <w:rPr>
                <w:rFonts w:ascii="Calibri" w:hAnsi="Calibri"/>
                <w:bCs/>
                <w:iCs/>
                <w:sz w:val="16"/>
                <w:szCs w:val="16"/>
              </w:rPr>
              <w:t xml:space="preserve">uprawniające </w:t>
            </w:r>
            <w:r w:rsidRPr="0030676C">
              <w:rPr>
                <w:rFonts w:ascii="Calibri" w:hAnsi="Calibri"/>
                <w:bCs/>
                <w:iCs/>
                <w:spacing w:val="-2"/>
                <w:sz w:val="16"/>
                <w:szCs w:val="16"/>
              </w:rPr>
              <w:t xml:space="preserve">do wykonywania pracy w zakresie </w:t>
            </w:r>
            <w:r w:rsidRPr="0030676C">
              <w:rPr>
                <w:rFonts w:ascii="Calibri" w:hAnsi="Calibri"/>
                <w:bCs/>
                <w:iCs/>
                <w:spacing w:val="-4"/>
                <w:sz w:val="16"/>
                <w:szCs w:val="16"/>
              </w:rPr>
              <w:t xml:space="preserve">remontów, montażu i kontrolno-pomiarowym przy: urządzeniach, instalacjach i sieciach elektroenergetycznych o napięciu nie wyższym niż 1 kV, </w:t>
            </w:r>
            <w:r w:rsidRPr="0030676C">
              <w:rPr>
                <w:rFonts w:ascii="Calibri" w:hAnsi="Calibri"/>
                <w:bCs/>
                <w:i/>
                <w:iCs/>
                <w:spacing w:val="-4"/>
                <w:sz w:val="16"/>
                <w:szCs w:val="16"/>
              </w:rPr>
              <w:t>(Grupa 1; poz.2; Załącznik nr 1 do rozporządzenia Ministra Gospodarki Pracy i Polityki Społecznej z dn. 28 kwietnia 2003r; Dz.U. Nr 89 Poz.828 z późniejszymi zmianami)</w:t>
            </w:r>
            <w:r w:rsidRPr="0030676C">
              <w:rPr>
                <w:rFonts w:ascii="Calibri" w:hAnsi="Calibri"/>
                <w:bCs/>
                <w:iCs/>
                <w:spacing w:val="-4"/>
                <w:sz w:val="16"/>
                <w:szCs w:val="16"/>
              </w:rPr>
              <w:t xml:space="preserve"> oraz elektrycznej sieci trakcyjnej </w:t>
            </w:r>
            <w:r w:rsidRPr="0030676C">
              <w:rPr>
                <w:rFonts w:ascii="Calibri" w:hAnsi="Calibri"/>
                <w:bCs/>
                <w:i/>
                <w:iCs/>
                <w:spacing w:val="-4"/>
                <w:sz w:val="16"/>
                <w:szCs w:val="16"/>
              </w:rPr>
              <w:t>(Grupa 1; poz.8 Załącznik nr 1 ww. rozporządzenia)</w:t>
            </w:r>
            <w:r w:rsidRPr="0030676C">
              <w:rPr>
                <w:rFonts w:ascii="Calibri" w:hAnsi="Calibri"/>
                <w:bCs/>
                <w:iCs/>
                <w:spacing w:val="-4"/>
                <w:sz w:val="16"/>
                <w:szCs w:val="16"/>
              </w:rPr>
              <w:t>.</w:t>
            </w:r>
          </w:p>
          <w:p w:rsidR="007F55FB" w:rsidRPr="007F642E" w:rsidRDefault="007F55FB" w:rsidP="007F642E">
            <w:pPr>
              <w:rPr>
                <w:rFonts w:ascii="Calibri" w:hAnsi="Calibri"/>
                <w:bCs/>
                <w:iCs/>
                <w:sz w:val="16"/>
                <w:szCs w:val="16"/>
              </w:rPr>
            </w:pPr>
            <w:r>
              <w:rPr>
                <w:rFonts w:ascii="Calibri" w:hAnsi="Calibri"/>
                <w:iCs/>
                <w:spacing w:val="-4"/>
                <w:sz w:val="16"/>
                <w:szCs w:val="16"/>
              </w:rPr>
              <w:t>D</w:t>
            </w:r>
            <w:r w:rsidRPr="0030676C">
              <w:rPr>
                <w:rFonts w:ascii="Calibri" w:hAnsi="Calibri"/>
                <w:iCs/>
                <w:spacing w:val="-4"/>
                <w:sz w:val="16"/>
                <w:szCs w:val="16"/>
              </w:rPr>
              <w:t xml:space="preserve">oświadczenie zawodowe min 3 lata </w:t>
            </w:r>
            <w:r w:rsidRPr="0030676C">
              <w:rPr>
                <w:rFonts w:ascii="Calibri" w:hAnsi="Calibri"/>
                <w:bCs/>
                <w:iCs/>
                <w:sz w:val="16"/>
                <w:szCs w:val="16"/>
              </w:rPr>
              <w:t>w kierowaniu elektroinstalacyjnymi robotami budowlanymi jako kierownik budowy lub kierownik robót, liczone od daty uzyskania uprawnień budowlanych</w:t>
            </w:r>
            <w:r>
              <w:rPr>
                <w:rFonts w:ascii="Calibri" w:hAnsi="Calibri"/>
                <w:bCs/>
                <w:iCs/>
                <w:sz w:val="16"/>
                <w:szCs w:val="16"/>
              </w:rPr>
              <w:t>.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</w:tc>
        <w:tc>
          <w:tcPr>
            <w:tcW w:w="134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</w:tr>
      <w:tr w:rsidR="007F55FB" w:rsidRPr="00A02F19" w:rsidTr="00F71185">
        <w:trPr>
          <w:trHeight w:val="1903"/>
        </w:trPr>
        <w:tc>
          <w:tcPr>
            <w:tcW w:w="1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A02F19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spacing w:before="20" w:after="20"/>
              <w:jc w:val="both"/>
              <w:rPr>
                <w:b/>
                <w:iCs/>
                <w:sz w:val="16"/>
                <w:szCs w:val="16"/>
              </w:rPr>
            </w:pPr>
            <w:r>
              <w:rPr>
                <w:b/>
                <w:iCs/>
                <w:sz w:val="16"/>
                <w:szCs w:val="16"/>
              </w:rPr>
              <w:t>P</w:t>
            </w:r>
            <w:r w:rsidRPr="00A02F19">
              <w:rPr>
                <w:b/>
                <w:iCs/>
                <w:sz w:val="16"/>
                <w:szCs w:val="16"/>
              </w:rPr>
              <w:t xml:space="preserve">ozostały personel  </w:t>
            </w:r>
          </w:p>
          <w:p w:rsidR="007F55FB" w:rsidRPr="007F642E" w:rsidRDefault="007F55FB" w:rsidP="007F642E">
            <w:pPr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7F642E">
              <w:rPr>
                <w:rFonts w:ascii="Calibri" w:hAnsi="Calibri"/>
                <w:bCs/>
                <w:sz w:val="16"/>
                <w:szCs w:val="16"/>
              </w:rPr>
              <w:t xml:space="preserve">posiadają świadectwo kwalifikacyjne do zajmowania eksploatacją urządzeń, instalacji i sieci na stanowisku eksploatacji, wymagane przepisami ustawy z dnia 10 kwietnia 1997 r. Prawo energetycznego (wg stanu prawnego obowiązującego na dzień wszczęcia postępowania) </w:t>
            </w:r>
            <w:r w:rsidRPr="007F642E">
              <w:rPr>
                <w:rFonts w:ascii="Calibri" w:hAnsi="Calibri"/>
                <w:bCs/>
                <w:i/>
                <w:sz w:val="16"/>
                <w:szCs w:val="16"/>
              </w:rPr>
              <w:t>lub równoważne uprawnienia które w aktualnym stanie prawnym uprawniają do wykonywania tych samych czynności</w:t>
            </w:r>
            <w:r w:rsidRPr="007F642E">
              <w:rPr>
                <w:rFonts w:ascii="Calibri" w:hAnsi="Calibri"/>
                <w:bCs/>
                <w:sz w:val="16"/>
                <w:szCs w:val="16"/>
              </w:rPr>
              <w:t xml:space="preserve"> na stanowisku eksploatacji </w:t>
            </w:r>
            <w:r w:rsidRPr="007F642E">
              <w:rPr>
                <w:rFonts w:ascii="Calibri" w:hAnsi="Calibri"/>
                <w:b/>
                <w:bCs/>
                <w:sz w:val="16"/>
                <w:szCs w:val="16"/>
              </w:rPr>
              <w:t xml:space="preserve">E, </w:t>
            </w:r>
            <w:r w:rsidRPr="007F642E">
              <w:rPr>
                <w:rFonts w:ascii="Calibri" w:hAnsi="Calibri"/>
                <w:bCs/>
                <w:sz w:val="16"/>
                <w:szCs w:val="16"/>
              </w:rPr>
              <w:t xml:space="preserve">uprawniające do wykonywania pracy w zakresie remontów, montażu i kontrolno-pomiarowym przy: urządzeniach, instalacjach i sieciach elektroenergetycznych o napięciu nie wyższym niż 1kV </w:t>
            </w:r>
            <w:r w:rsidRPr="007F642E">
              <w:rPr>
                <w:rFonts w:ascii="Calibri" w:hAnsi="Calibri"/>
                <w:bCs/>
                <w:i/>
                <w:sz w:val="16"/>
                <w:szCs w:val="16"/>
              </w:rPr>
              <w:t>(Grupa 1; poz.2; Załącznik nr 1 do rozporządzenia Ministra gospodarki Pracy i Polityki Społecznej z dn. 28 kwietnia 2003r; Dz.U. Nr 89 Poz.828 z późniejszymi zmianami)</w:t>
            </w:r>
            <w:r w:rsidRPr="007F642E">
              <w:rPr>
                <w:rFonts w:ascii="Calibri" w:hAnsi="Calibri"/>
                <w:bCs/>
                <w:sz w:val="16"/>
                <w:szCs w:val="16"/>
              </w:rPr>
              <w:t xml:space="preserve"> oraz elektrycznej sieci trakcyjnej </w:t>
            </w:r>
            <w:r w:rsidRPr="007F642E">
              <w:rPr>
                <w:rFonts w:ascii="Calibri" w:hAnsi="Calibri"/>
                <w:bCs/>
                <w:i/>
                <w:sz w:val="16"/>
                <w:szCs w:val="16"/>
              </w:rPr>
              <w:t>(Grupa 1; poz.8; Załącznik nr 1 ww. rozporządzenia)</w:t>
            </w:r>
            <w:r w:rsidRPr="007F642E">
              <w:rPr>
                <w:rFonts w:ascii="Calibri" w:hAnsi="Calibri"/>
                <w:bCs/>
                <w:sz w:val="16"/>
                <w:szCs w:val="16"/>
              </w:rPr>
              <w:t>.</w:t>
            </w:r>
          </w:p>
          <w:p w:rsidR="007F55FB" w:rsidRPr="007F642E" w:rsidRDefault="007F55FB" w:rsidP="00996175">
            <w:pPr>
              <w:jc w:val="both"/>
              <w:rPr>
                <w:rFonts w:ascii="Calibri" w:hAnsi="Calibri"/>
                <w:sz w:val="16"/>
                <w:szCs w:val="16"/>
                <w:lang w:eastAsia="en-US"/>
              </w:rPr>
            </w:pPr>
            <w:r>
              <w:rPr>
                <w:rFonts w:ascii="Calibri" w:hAnsi="Calibri"/>
                <w:iCs/>
                <w:spacing w:val="-4"/>
                <w:sz w:val="16"/>
                <w:szCs w:val="16"/>
              </w:rPr>
              <w:t>D</w:t>
            </w:r>
            <w:r w:rsidRPr="007F642E">
              <w:rPr>
                <w:rFonts w:ascii="Calibri" w:hAnsi="Calibri"/>
                <w:iCs/>
                <w:spacing w:val="-4"/>
                <w:sz w:val="16"/>
                <w:szCs w:val="16"/>
              </w:rPr>
              <w:t>oświadczenie zawodowe min. 2 lata przy wykonywaniu ww. prac.</w:t>
            </w:r>
            <w:r w:rsidRPr="007F642E">
              <w:rPr>
                <w:rFonts w:ascii="Calibri" w:hAnsi="Calibri"/>
                <w:bCs/>
                <w:iCs/>
                <w:sz w:val="16"/>
                <w:szCs w:val="16"/>
              </w:rPr>
              <w:t xml:space="preserve"> </w:t>
            </w:r>
            <w:r w:rsidRPr="007F642E">
              <w:rPr>
                <w:rFonts w:ascii="Calibri" w:hAnsi="Calibri"/>
                <w:sz w:val="16"/>
                <w:szCs w:val="16"/>
              </w:rPr>
              <w:t xml:space="preserve">  </w:t>
            </w:r>
          </w:p>
        </w:tc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F55FB" w:rsidRPr="00A02F19" w:rsidRDefault="007F55FB" w:rsidP="00837F93">
            <w:pPr>
              <w:ind w:left="-71"/>
              <w:jc w:val="center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2</w:t>
            </w:r>
          </w:p>
        </w:tc>
        <w:tc>
          <w:tcPr>
            <w:tcW w:w="2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1)</w:t>
            </w:r>
          </w:p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</w:p>
          <w:p w:rsidR="007F55FB" w:rsidRPr="00A02F19" w:rsidRDefault="007F55FB" w:rsidP="00837F93">
            <w:pPr>
              <w:ind w:left="-71"/>
              <w:rPr>
                <w:sz w:val="16"/>
                <w:szCs w:val="16"/>
              </w:rPr>
            </w:pPr>
            <w:r w:rsidRPr="00A02F19">
              <w:rPr>
                <w:sz w:val="16"/>
                <w:szCs w:val="16"/>
              </w:rPr>
              <w:t>2)</w:t>
            </w:r>
          </w:p>
        </w:tc>
        <w:tc>
          <w:tcPr>
            <w:tcW w:w="13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55FB" w:rsidRPr="00A02F19" w:rsidRDefault="007F55FB" w:rsidP="00837F93">
            <w:pPr>
              <w:rPr>
                <w:sz w:val="16"/>
                <w:szCs w:val="16"/>
              </w:rPr>
            </w:pPr>
          </w:p>
        </w:tc>
      </w:tr>
    </w:tbl>
    <w:p w:rsidR="007F55FB" w:rsidRDefault="007F55FB" w:rsidP="00C911D3">
      <w:pPr>
        <w:tabs>
          <w:tab w:val="left" w:pos="7300"/>
        </w:tabs>
      </w:pPr>
    </w:p>
    <w:p w:rsidR="007F55FB" w:rsidRDefault="007F55FB" w:rsidP="00F71185">
      <w:pPr>
        <w:ind w:firstLine="708"/>
      </w:pPr>
    </w:p>
    <w:p w:rsidR="007F55FB" w:rsidRDefault="007F55FB" w:rsidP="00C911D3">
      <w:r w:rsidRPr="00611B1A">
        <w:t>Data ………………….</w:t>
      </w:r>
      <w:r w:rsidRPr="00611B1A">
        <w:tab/>
      </w:r>
      <w:r>
        <w:t xml:space="preserve"> </w:t>
      </w:r>
      <w:r w:rsidRPr="00611B1A">
        <w:tab/>
      </w:r>
      <w:r>
        <w:t>………………………………………………………..</w:t>
      </w:r>
    </w:p>
    <w:p w:rsidR="007F55FB" w:rsidRDefault="007F55FB" w:rsidP="00D017D2">
      <w:pPr>
        <w:ind w:left="2832" w:firstLine="708"/>
      </w:pPr>
      <w:r>
        <w:rPr>
          <w:i/>
          <w:iCs/>
          <w:sz w:val="22"/>
          <w:szCs w:val="22"/>
        </w:rPr>
        <w:tab/>
      </w:r>
      <w:r w:rsidRPr="00611B1A">
        <w:rPr>
          <w:i/>
          <w:iCs/>
          <w:sz w:val="22"/>
          <w:szCs w:val="22"/>
        </w:rPr>
        <w:t xml:space="preserve"> (</w:t>
      </w:r>
      <w:r w:rsidRPr="00611B1A">
        <w:rPr>
          <w:bCs/>
          <w:i/>
          <w:iCs/>
          <w:sz w:val="22"/>
          <w:szCs w:val="22"/>
        </w:rPr>
        <w:t>podpis Wykonawcy</w:t>
      </w:r>
      <w:r w:rsidRPr="00611B1A">
        <w:rPr>
          <w:i/>
          <w:iCs/>
          <w:sz w:val="22"/>
          <w:szCs w:val="22"/>
        </w:rPr>
        <w:t>)</w:t>
      </w:r>
    </w:p>
    <w:sectPr w:rsidR="007F55FB" w:rsidSect="00F71185">
      <w:headerReference w:type="default" r:id="rId6"/>
      <w:pgSz w:w="16838" w:h="11906" w:orient="landscape"/>
      <w:pgMar w:top="180" w:right="851" w:bottom="0" w:left="1417" w:header="42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5FB" w:rsidRDefault="007F55FB" w:rsidP="00C911D3">
      <w:r>
        <w:separator/>
      </w:r>
    </w:p>
  </w:endnote>
  <w:endnote w:type="continuationSeparator" w:id="0">
    <w:p w:rsidR="007F55FB" w:rsidRDefault="007F55FB" w:rsidP="00C91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5FB" w:rsidRDefault="007F55FB" w:rsidP="00C911D3">
      <w:r>
        <w:separator/>
      </w:r>
    </w:p>
  </w:footnote>
  <w:footnote w:type="continuationSeparator" w:id="0">
    <w:p w:rsidR="007F55FB" w:rsidRDefault="007F55FB" w:rsidP="00C911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5FB" w:rsidRDefault="007F55FB" w:rsidP="00C911D3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10065"/>
        <w:tab w:val="right" w:pos="10206"/>
      </w:tabs>
      <w:ind w:right="-426"/>
      <w:rPr>
        <w:rFonts w:ascii="Arial" w:hAnsi="Arial" w:cs="Arial"/>
        <w:sz w:val="18"/>
        <w:szCs w:val="18"/>
      </w:rPr>
    </w:pPr>
    <w:r w:rsidRPr="002C72A5">
      <w:rPr>
        <w:rFonts w:ascii="Calibri" w:hAnsi="Calibri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sz w:val="36"/>
      </w:rPr>
      <w:t xml:space="preserve">020/2018                         </w:t>
    </w:r>
    <w:r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Wykaz osób skierowanych do realizacji zamówienia</w:t>
    </w:r>
  </w:p>
  <w:p w:rsidR="007F55FB" w:rsidRPr="003875C0" w:rsidRDefault="007F55FB" w:rsidP="00C911D3">
    <w:pPr>
      <w:pStyle w:val="Header"/>
      <w:pBdr>
        <w:bottom w:val="single" w:sz="4" w:space="1" w:color="auto"/>
      </w:pBdr>
      <w:tabs>
        <w:tab w:val="clear" w:pos="4536"/>
        <w:tab w:val="clear" w:pos="9072"/>
        <w:tab w:val="left" w:pos="9923"/>
        <w:tab w:val="right" w:pos="10206"/>
      </w:tabs>
      <w:ind w:right="-426"/>
      <w:rPr>
        <w:rFonts w:ascii="Calibri" w:hAnsi="Calibri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Pr="003D5C62">
      <w:rPr>
        <w:rFonts w:ascii="Arial" w:hAnsi="Arial" w:cs="Arial"/>
        <w:sz w:val="18"/>
        <w:szCs w:val="18"/>
      </w:rPr>
      <w:t xml:space="preserve">- </w:t>
    </w:r>
    <w:r w:rsidRPr="00037F0B">
      <w:rPr>
        <w:rFonts w:ascii="Arial" w:hAnsi="Arial" w:cs="Arial"/>
        <w:b/>
        <w:sz w:val="18"/>
        <w:szCs w:val="18"/>
      </w:rPr>
      <w:t xml:space="preserve">załącznik Nr </w:t>
    </w:r>
    <w:r>
      <w:rPr>
        <w:rFonts w:ascii="Arial" w:hAnsi="Arial" w:cs="Arial"/>
        <w:b/>
        <w:sz w:val="18"/>
        <w:szCs w:val="18"/>
      </w:rPr>
      <w:t xml:space="preserve">8 </w:t>
    </w:r>
    <w:r w:rsidRPr="00037F0B">
      <w:rPr>
        <w:rFonts w:ascii="Arial" w:hAnsi="Arial" w:cs="Arial"/>
        <w:b/>
        <w:sz w:val="18"/>
        <w:szCs w:val="18"/>
      </w:rPr>
      <w:t>do SIWZ</w:t>
    </w:r>
    <w:r w:rsidRPr="00FF00B9">
      <w:rPr>
        <w:rFonts w:ascii="Calibri" w:hAnsi="Calibri"/>
        <w:i/>
        <w:iCs/>
      </w:rPr>
      <w:t xml:space="preserve"> </w:t>
    </w:r>
  </w:p>
  <w:p w:rsidR="007F55FB" w:rsidRPr="00C911D3" w:rsidRDefault="007F55FB" w:rsidP="00C911D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1D3"/>
    <w:rsid w:val="00037F0B"/>
    <w:rsid w:val="00221677"/>
    <w:rsid w:val="002C15E7"/>
    <w:rsid w:val="002C72A5"/>
    <w:rsid w:val="0030676C"/>
    <w:rsid w:val="00341012"/>
    <w:rsid w:val="003424EC"/>
    <w:rsid w:val="003875C0"/>
    <w:rsid w:val="003D5C62"/>
    <w:rsid w:val="00442D7B"/>
    <w:rsid w:val="00484B45"/>
    <w:rsid w:val="004A2958"/>
    <w:rsid w:val="004E0030"/>
    <w:rsid w:val="00515DBD"/>
    <w:rsid w:val="00593F16"/>
    <w:rsid w:val="00611B1A"/>
    <w:rsid w:val="00646783"/>
    <w:rsid w:val="007F55FB"/>
    <w:rsid w:val="007F642E"/>
    <w:rsid w:val="00837F93"/>
    <w:rsid w:val="00996175"/>
    <w:rsid w:val="009B7E51"/>
    <w:rsid w:val="009F14F7"/>
    <w:rsid w:val="00A02F19"/>
    <w:rsid w:val="00AF701E"/>
    <w:rsid w:val="00B11FD2"/>
    <w:rsid w:val="00B50E3C"/>
    <w:rsid w:val="00C51B58"/>
    <w:rsid w:val="00C801CC"/>
    <w:rsid w:val="00C911D3"/>
    <w:rsid w:val="00D017D2"/>
    <w:rsid w:val="00D02AFC"/>
    <w:rsid w:val="00D82B90"/>
    <w:rsid w:val="00E53E4C"/>
    <w:rsid w:val="00EB343B"/>
    <w:rsid w:val="00F13DD3"/>
    <w:rsid w:val="00F34953"/>
    <w:rsid w:val="00F65B61"/>
    <w:rsid w:val="00F71185"/>
    <w:rsid w:val="00FE29AE"/>
    <w:rsid w:val="00FF0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Standardowy1,Standardowy11,Standardowy111,Standardowy1111,Standardowy11111,Standardowy111111"/>
    <w:qFormat/>
    <w:rsid w:val="00C911D3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Nagłówek strony"/>
    <w:basedOn w:val="Normal"/>
    <w:link w:val="HeaderChar"/>
    <w:uiPriority w:val="99"/>
    <w:rsid w:val="00C911D3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basedOn w:val="DefaultParagraphFont"/>
    <w:link w:val="Header"/>
    <w:uiPriority w:val="99"/>
    <w:locked/>
    <w:rsid w:val="00C911D3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basedOn w:val="Normal"/>
    <w:uiPriority w:val="99"/>
    <w:qFormat/>
    <w:rsid w:val="00C911D3"/>
    <w:pPr>
      <w:ind w:left="708"/>
    </w:pPr>
  </w:style>
  <w:style w:type="paragraph" w:styleId="Footer">
    <w:name w:val="footer"/>
    <w:basedOn w:val="Normal"/>
    <w:link w:val="FooterChar"/>
    <w:uiPriority w:val="99"/>
    <w:semiHidden/>
    <w:rsid w:val="00C911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911D3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1</Pages>
  <Words>526</Words>
  <Characters>3161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Julia Szalata</cp:lastModifiedBy>
  <cp:revision>11</cp:revision>
  <dcterms:created xsi:type="dcterms:W3CDTF">2018-02-20T08:34:00Z</dcterms:created>
  <dcterms:modified xsi:type="dcterms:W3CDTF">2018-05-15T06:43:00Z</dcterms:modified>
</cp:coreProperties>
</file>